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E15F" w14:textId="2FE3C07E" w:rsidR="00AE2582" w:rsidRPr="00780AE2" w:rsidRDefault="00AE2582" w:rsidP="00AE2582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Päästeamet</w:t>
      </w:r>
    </w:p>
    <w:p w14:paraId="18E2E749" w14:textId="0A094958" w:rsidR="00AE2582" w:rsidRPr="00780AE2" w:rsidRDefault="00AE2582" w:rsidP="00AE2582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rescue</w:t>
      </w:r>
      <w:r w:rsidRPr="00780AE2">
        <w:rPr>
          <w:sz w:val="20"/>
          <w:szCs w:val="20"/>
        </w:rPr>
        <w:t>@</w:t>
      </w:r>
      <w:r>
        <w:rPr>
          <w:sz w:val="20"/>
          <w:szCs w:val="20"/>
        </w:rPr>
        <w:t>rescue</w:t>
      </w:r>
      <w:r w:rsidRPr="00780AE2">
        <w:rPr>
          <w:sz w:val="20"/>
          <w:szCs w:val="20"/>
        </w:rPr>
        <w:t>.ee</w:t>
      </w:r>
    </w:p>
    <w:p w14:paraId="5D8F957D" w14:textId="77777777" w:rsidR="00BE43C3" w:rsidRDefault="00AE2582" w:rsidP="00AE2582">
      <w:pPr>
        <w:pStyle w:val="Adressaat"/>
        <w:jc w:val="right"/>
        <w:rPr>
          <w:sz w:val="20"/>
          <w:szCs w:val="20"/>
        </w:rPr>
      </w:pPr>
      <w:r w:rsidRPr="00780AE2">
        <w:rPr>
          <w:sz w:val="20"/>
          <w:szCs w:val="20"/>
        </w:rPr>
        <w:br/>
      </w:r>
    </w:p>
    <w:p w14:paraId="53CF930A" w14:textId="1493920F" w:rsidR="00AE2582" w:rsidRPr="00780AE2" w:rsidRDefault="00AE2582" w:rsidP="00AE2582">
      <w:pPr>
        <w:pStyle w:val="Adressaat"/>
        <w:jc w:val="right"/>
        <w:rPr>
          <w:sz w:val="20"/>
          <w:szCs w:val="20"/>
        </w:rPr>
        <w:sectPr w:rsidR="00AE2582" w:rsidRPr="00780AE2" w:rsidSect="00DD73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1134" w:bottom="851" w:left="1985" w:header="1701" w:footer="850" w:gutter="0"/>
          <w:cols w:num="2" w:space="708"/>
          <w:titlePg/>
          <w:docGrid w:linePitch="1958"/>
        </w:sectPr>
      </w:pPr>
      <w:r w:rsidRPr="00780AE2">
        <w:rPr>
          <w:sz w:val="20"/>
          <w:szCs w:val="20"/>
        </w:rPr>
        <w:t xml:space="preserve">Meie: </w:t>
      </w:r>
      <w:r w:rsidR="00BD1358">
        <w:rPr>
          <w:sz w:val="20"/>
          <w:szCs w:val="20"/>
        </w:rPr>
        <w:t>22.0</w:t>
      </w:r>
      <w:r w:rsidR="00BE43C3">
        <w:rPr>
          <w:sz w:val="20"/>
          <w:szCs w:val="20"/>
        </w:rPr>
        <w:t>7</w:t>
      </w:r>
      <w:r w:rsidR="00BD1358">
        <w:rPr>
          <w:sz w:val="20"/>
          <w:szCs w:val="20"/>
        </w:rPr>
        <w:t>.2025 7</w:t>
      </w:r>
      <w:r w:rsidR="00BE43C3">
        <w:rPr>
          <w:sz w:val="20"/>
          <w:szCs w:val="20"/>
        </w:rPr>
        <w:t>-1</w:t>
      </w:r>
      <w:r w:rsidR="00C9545B" w:rsidRPr="00C9545B">
        <w:t xml:space="preserve"> </w:t>
      </w:r>
      <w:r w:rsidR="00C9545B">
        <w:t>/</w:t>
      </w:r>
      <w:r w:rsidR="00C9545B" w:rsidRPr="00C9545B">
        <w:rPr>
          <w:sz w:val="20"/>
          <w:szCs w:val="20"/>
        </w:rPr>
        <w:t>166</w:t>
      </w:r>
      <w:r w:rsidR="00BE43C3">
        <w:rPr>
          <w:sz w:val="20"/>
          <w:szCs w:val="20"/>
        </w:rPr>
        <w:t>/202</w:t>
      </w:r>
      <w:r w:rsidR="00BD1358">
        <w:rPr>
          <w:sz w:val="20"/>
          <w:szCs w:val="20"/>
        </w:rPr>
        <w:t>5</w:t>
      </w:r>
      <w:r w:rsidR="00BE43C3">
        <w:rPr>
          <w:sz w:val="20"/>
          <w:szCs w:val="20"/>
        </w:rPr>
        <w:t xml:space="preserve"> </w:t>
      </w:r>
      <w:r w:rsidRPr="00780AE2">
        <w:rPr>
          <w:sz w:val="20"/>
          <w:szCs w:val="20"/>
        </w:rPr>
        <w:t>...................................</w:t>
      </w:r>
    </w:p>
    <w:p w14:paraId="2880436E" w14:textId="77777777" w:rsidR="00AE2582" w:rsidRPr="00AE2582" w:rsidRDefault="00AE2582" w:rsidP="00AE2582"/>
    <w:p w14:paraId="6EBA2E46" w14:textId="304ED28E" w:rsidR="00AE2582" w:rsidRDefault="00AE2582" w:rsidP="00AE2582">
      <w:pPr>
        <w:pStyle w:val="Pealkiri3"/>
        <w:rPr>
          <w:b/>
          <w:bCs/>
        </w:rPr>
      </w:pPr>
      <w:r>
        <w:rPr>
          <w:b/>
          <w:bCs/>
        </w:rPr>
        <w:t xml:space="preserve">Taotlus </w:t>
      </w:r>
      <w:proofErr w:type="spellStart"/>
      <w:r w:rsidR="00BD1358">
        <w:rPr>
          <w:b/>
          <w:bCs/>
        </w:rPr>
        <w:t>Epasta</w:t>
      </w:r>
      <w:proofErr w:type="spellEnd"/>
      <w:r>
        <w:rPr>
          <w:b/>
          <w:bCs/>
        </w:rPr>
        <w:t xml:space="preserve"> detailplaneeringu kooskõlastamiseks </w:t>
      </w:r>
    </w:p>
    <w:p w14:paraId="463DB6D5" w14:textId="1C424924" w:rsidR="00BD1358" w:rsidRDefault="00BD1358" w:rsidP="00BD1358">
      <w:pPr>
        <w:rPr>
          <w:sz w:val="20"/>
          <w:szCs w:val="20"/>
        </w:rPr>
      </w:pPr>
      <w:r>
        <w:rPr>
          <w:sz w:val="20"/>
          <w:szCs w:val="20"/>
        </w:rPr>
        <w:t xml:space="preserve">Palume kooskõlastada vastavalt Planeerimisseaduse </w:t>
      </w:r>
      <w:r w:rsidRPr="002563E5">
        <w:rPr>
          <w:sz w:val="20"/>
          <w:szCs w:val="20"/>
        </w:rPr>
        <w:t xml:space="preserve">§ 133 lg 1 </w:t>
      </w:r>
      <w:proofErr w:type="spellStart"/>
      <w:r>
        <w:rPr>
          <w:sz w:val="20"/>
          <w:szCs w:val="20"/>
        </w:rPr>
        <w:t>Epasta</w:t>
      </w:r>
      <w:proofErr w:type="spellEnd"/>
      <w:r>
        <w:rPr>
          <w:sz w:val="20"/>
          <w:szCs w:val="20"/>
        </w:rPr>
        <w:t xml:space="preserve"> katastriüksusel </w:t>
      </w:r>
      <w:r w:rsidRPr="00AC63D3">
        <w:rPr>
          <w:sz w:val="20"/>
          <w:szCs w:val="20"/>
        </w:rPr>
        <w:t>90701: 001:0727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Vormsi Vallavolikogu </w:t>
      </w:r>
      <w:r w:rsidRPr="00B064E9">
        <w:rPr>
          <w:sz w:val="20"/>
          <w:szCs w:val="20"/>
        </w:rPr>
        <w:t>14. märts 2025</w:t>
      </w:r>
      <w:r>
        <w:rPr>
          <w:sz w:val="20"/>
          <w:szCs w:val="20"/>
        </w:rPr>
        <w:t xml:space="preserve"> otsusega</w:t>
      </w:r>
      <w:r w:rsidRPr="00B064E9">
        <w:rPr>
          <w:sz w:val="20"/>
          <w:szCs w:val="20"/>
        </w:rPr>
        <w:t xml:space="preserve"> nr 9</w:t>
      </w:r>
      <w:r>
        <w:rPr>
          <w:sz w:val="20"/>
          <w:szCs w:val="20"/>
        </w:rPr>
        <w:t xml:space="preserve"> algatatud</w:t>
      </w:r>
      <w:r w:rsidRPr="00B064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detailplaneering </w:t>
      </w:r>
      <w:proofErr w:type="spellStart"/>
      <w:r>
        <w:rPr>
          <w:sz w:val="20"/>
          <w:szCs w:val="20"/>
        </w:rPr>
        <w:t>Rumpo</w:t>
      </w:r>
      <w:proofErr w:type="spellEnd"/>
      <w:r>
        <w:rPr>
          <w:sz w:val="20"/>
          <w:szCs w:val="20"/>
        </w:rPr>
        <w:t xml:space="preserve"> külas, Vormsi vallas Läänemaal.</w:t>
      </w:r>
    </w:p>
    <w:p w14:paraId="25B01BFB" w14:textId="77777777" w:rsidR="00AE2582" w:rsidRDefault="00AE2582" w:rsidP="00AE2582">
      <w:pPr>
        <w:rPr>
          <w:sz w:val="20"/>
          <w:szCs w:val="20"/>
        </w:rPr>
      </w:pPr>
      <w:r>
        <w:rPr>
          <w:sz w:val="20"/>
          <w:szCs w:val="20"/>
        </w:rPr>
        <w:t xml:space="preserve">Planeering on nähtav siin: </w:t>
      </w:r>
      <w:hyperlink r:id="rId13" w:history="1">
        <w:r w:rsidRPr="000D3ACA">
          <w:rPr>
            <w:rStyle w:val="Hperlink"/>
            <w:sz w:val="20"/>
            <w:szCs w:val="20"/>
          </w:rPr>
          <w:t>https://vormsi.ee/valitsemine/planeeringud-ja-maakorraldus/detailplaneeringud/</w:t>
        </w:r>
      </w:hyperlink>
    </w:p>
    <w:p w14:paraId="702E25F3" w14:textId="77777777" w:rsidR="00AE2582" w:rsidRDefault="00AE2582" w:rsidP="00AE2582">
      <w:pPr>
        <w:tabs>
          <w:tab w:val="left" w:pos="49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3572DD34" w14:textId="77777777" w:rsidR="00AE2582" w:rsidRDefault="00AE2582" w:rsidP="00AE2582">
      <w:pPr>
        <w:rPr>
          <w:sz w:val="20"/>
          <w:szCs w:val="20"/>
        </w:rPr>
      </w:pPr>
    </w:p>
    <w:p w14:paraId="129CEC89" w14:textId="77777777" w:rsidR="00AE2582" w:rsidRDefault="00AE2582" w:rsidP="00AE2582">
      <w:pPr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Lugupidamisega</w:t>
      </w:r>
    </w:p>
    <w:p w14:paraId="292AF2AD" w14:textId="77777777" w:rsidR="00AE2582" w:rsidRDefault="00AE2582" w:rsidP="00AE2582">
      <w:pPr>
        <w:rPr>
          <w:rStyle w:val="Hperlink"/>
          <w:color w:val="000000"/>
          <w:sz w:val="20"/>
          <w:u w:val="none"/>
        </w:rPr>
      </w:pPr>
    </w:p>
    <w:p w14:paraId="6FACA572" w14:textId="77777777" w:rsidR="00AE2582" w:rsidRPr="002D6F10" w:rsidRDefault="00AE2582" w:rsidP="00AE2582">
      <w:pPr>
        <w:rPr>
          <w:sz w:val="20"/>
        </w:rPr>
      </w:pPr>
      <w:r w:rsidRPr="002D6F10">
        <w:rPr>
          <w:i/>
          <w:iCs/>
          <w:sz w:val="20"/>
        </w:rPr>
        <w:t xml:space="preserve">/allkirjastatud digitaalselt/ </w:t>
      </w:r>
    </w:p>
    <w:p w14:paraId="4D53F502" w14:textId="77777777" w:rsidR="00AE2582" w:rsidRDefault="00AE2582" w:rsidP="00AE2582">
      <w:pPr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Marja-Liisa Meriste</w:t>
      </w:r>
    </w:p>
    <w:p w14:paraId="1B5DAC7E" w14:textId="317F13CE" w:rsidR="00365A95" w:rsidRPr="00C9545B" w:rsidRDefault="00AE2582" w:rsidP="00221CE3">
      <w:pPr>
        <w:rPr>
          <w:sz w:val="20"/>
        </w:rPr>
      </w:pPr>
      <w:r>
        <w:rPr>
          <w:rStyle w:val="Hperlink"/>
          <w:color w:val="000000"/>
          <w:sz w:val="20"/>
          <w:u w:val="none"/>
        </w:rPr>
        <w:t>Keskkonna-ja planeer</w:t>
      </w:r>
      <w:r w:rsidR="00C9545B">
        <w:rPr>
          <w:rStyle w:val="Hperlink"/>
          <w:color w:val="000000"/>
          <w:sz w:val="20"/>
          <w:u w:val="none"/>
        </w:rPr>
        <w:t>ingu</w:t>
      </w:r>
      <w:r>
        <w:rPr>
          <w:rStyle w:val="Hperlink"/>
          <w:color w:val="000000"/>
          <w:sz w:val="20"/>
          <w:u w:val="none"/>
        </w:rPr>
        <w:t xml:space="preserve"> spetsialist</w:t>
      </w:r>
    </w:p>
    <w:sectPr w:rsidR="00365A95" w:rsidRPr="00C9545B" w:rsidSect="00DD7331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851" w:right="1134" w:bottom="851" w:left="1985" w:header="1701" w:footer="850" w:gutter="0"/>
      <w:cols w:space="708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6095B" w14:textId="77777777" w:rsidR="00A03AB7" w:rsidRDefault="00A03AB7" w:rsidP="00975D45">
      <w:r>
        <w:separator/>
      </w:r>
    </w:p>
  </w:endnote>
  <w:endnote w:type="continuationSeparator" w:id="0">
    <w:p w14:paraId="4785E387" w14:textId="77777777" w:rsidR="00A03AB7" w:rsidRDefault="00A03AB7" w:rsidP="0097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altName w:val="IBM Plex Serif"/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2988" w14:textId="77777777" w:rsidR="00AE2582" w:rsidRDefault="00AE2582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3C9E13CF" w14:textId="77777777" w:rsidR="00AE2582" w:rsidRDefault="00AE2582" w:rsidP="00365A9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2B77C" w14:textId="77777777" w:rsidR="00AE2582" w:rsidRPr="00115A7C" w:rsidRDefault="00AE2582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787D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1E140C82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A05B" w14:textId="77777777" w:rsidR="00365A95" w:rsidRDefault="00365A95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EE8059" w14:textId="77777777" w:rsidR="00365A95" w:rsidRDefault="00365A95" w:rsidP="00365A95">
    <w:pPr>
      <w:pStyle w:val="Jalus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F330" w14:textId="7AAA6231" w:rsidR="00F82CF1" w:rsidRPr="00115A7C" w:rsidRDefault="00F82CF1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BDCC6" w14:textId="3A06E442" w:rsidR="00115A7C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5CF165A1" w14:textId="22ED1658" w:rsidR="006F3299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982D4" w14:textId="77777777" w:rsidR="00A03AB7" w:rsidRDefault="00A03AB7" w:rsidP="00975D45">
      <w:r>
        <w:separator/>
      </w:r>
    </w:p>
  </w:footnote>
  <w:footnote w:type="continuationSeparator" w:id="0">
    <w:p w14:paraId="53D5F3CD" w14:textId="77777777" w:rsidR="00A03AB7" w:rsidRDefault="00A03AB7" w:rsidP="0097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8D753" w14:textId="77777777" w:rsidR="00AE2582" w:rsidRPr="00975D45" w:rsidRDefault="00AE2582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A5406" w14:textId="77777777" w:rsidR="00AE2582" w:rsidRPr="002C0258" w:rsidRDefault="00AE2582" w:rsidP="002C0258">
    <w:pPr>
      <w:pStyle w:val="Pis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DA191E8" wp14:editId="5A67353E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647840750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B6C1" w14:textId="77777777" w:rsidR="005A6436" w:rsidRPr="00975D45" w:rsidRDefault="005A6436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C6" w14:textId="77777777" w:rsidR="006F3299" w:rsidRPr="002C0258" w:rsidRDefault="00FB33FA" w:rsidP="002C0258">
    <w:pPr>
      <w:pStyle w:val="Pi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DA9B9A" wp14:editId="079029C2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13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6C1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49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CC4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42E5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200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CC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4A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366E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67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43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0138D"/>
    <w:multiLevelType w:val="multilevel"/>
    <w:tmpl w:val="08090023"/>
    <w:styleLink w:val="CurrentList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3C70E8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314BBB"/>
    <w:multiLevelType w:val="multilevel"/>
    <w:tmpl w:val="08090023"/>
    <w:styleLink w:val="CurrentList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25334DC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08441E"/>
    <w:multiLevelType w:val="multilevel"/>
    <w:tmpl w:val="FCAE224C"/>
    <w:numStyleLink w:val="CurrentList1"/>
  </w:abstractNum>
  <w:abstractNum w:abstractNumId="15" w15:restartNumberingAfterBreak="0">
    <w:nsid w:val="2374650D"/>
    <w:multiLevelType w:val="multilevel"/>
    <w:tmpl w:val="64EA04F8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16" w15:restartNumberingAfterBreak="0">
    <w:nsid w:val="32FD5FA4"/>
    <w:multiLevelType w:val="hybridMultilevel"/>
    <w:tmpl w:val="C32873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476F0C"/>
    <w:multiLevelType w:val="multilevel"/>
    <w:tmpl w:val="A9EC5B2C"/>
    <w:styleLink w:val="CurrentList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8" w15:restartNumberingAfterBreak="0">
    <w:nsid w:val="3AC8522B"/>
    <w:multiLevelType w:val="multilevel"/>
    <w:tmpl w:val="6002C4C8"/>
    <w:styleLink w:val="CurrentList3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9" w15:restartNumberingAfterBreak="0">
    <w:nsid w:val="425F074C"/>
    <w:multiLevelType w:val="hybridMultilevel"/>
    <w:tmpl w:val="73B8F6E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3B7915"/>
    <w:multiLevelType w:val="multilevel"/>
    <w:tmpl w:val="FCAE224C"/>
    <w:numStyleLink w:val="CurrentList1"/>
  </w:abstractNum>
  <w:abstractNum w:abstractNumId="21" w15:restartNumberingAfterBreak="0">
    <w:nsid w:val="4AE32B16"/>
    <w:multiLevelType w:val="multilevel"/>
    <w:tmpl w:val="4636F61C"/>
    <w:lvl w:ilvl="0">
      <w:start w:val="1"/>
      <w:numFmt w:val="decimal"/>
      <w:pStyle w:val="Loendilik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2FD6AB2"/>
    <w:multiLevelType w:val="multilevel"/>
    <w:tmpl w:val="FCAE224C"/>
    <w:styleLink w:val="CurrentList1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581E4988"/>
    <w:multiLevelType w:val="multilevel"/>
    <w:tmpl w:val="322E7F46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24" w15:restartNumberingAfterBreak="0">
    <w:nsid w:val="58534298"/>
    <w:multiLevelType w:val="hybridMultilevel"/>
    <w:tmpl w:val="73B8F6E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C3682C"/>
    <w:multiLevelType w:val="multilevel"/>
    <w:tmpl w:val="08090023"/>
    <w:styleLink w:val="CurrentList5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0F730C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FD67DD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5E57B2"/>
    <w:multiLevelType w:val="multilevel"/>
    <w:tmpl w:val="08090023"/>
    <w:styleLink w:val="CurrentList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9D31EDA"/>
    <w:multiLevelType w:val="hybridMultilevel"/>
    <w:tmpl w:val="A42831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B644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0187936">
    <w:abstractNumId w:val="29"/>
  </w:num>
  <w:num w:numId="2" w16cid:durableId="1509056110">
    <w:abstractNumId w:val="24"/>
  </w:num>
  <w:num w:numId="3" w16cid:durableId="1678387863">
    <w:abstractNumId w:val="19"/>
  </w:num>
  <w:num w:numId="4" w16cid:durableId="687828778">
    <w:abstractNumId w:val="16"/>
  </w:num>
  <w:num w:numId="5" w16cid:durableId="1969974597">
    <w:abstractNumId w:val="15"/>
  </w:num>
  <w:num w:numId="6" w16cid:durableId="744765460">
    <w:abstractNumId w:val="0"/>
  </w:num>
  <w:num w:numId="7" w16cid:durableId="693187403">
    <w:abstractNumId w:val="1"/>
  </w:num>
  <w:num w:numId="8" w16cid:durableId="1928414730">
    <w:abstractNumId w:val="2"/>
  </w:num>
  <w:num w:numId="9" w16cid:durableId="1022852905">
    <w:abstractNumId w:val="3"/>
  </w:num>
  <w:num w:numId="10" w16cid:durableId="783236346">
    <w:abstractNumId w:val="8"/>
  </w:num>
  <w:num w:numId="11" w16cid:durableId="2073309006">
    <w:abstractNumId w:val="4"/>
  </w:num>
  <w:num w:numId="12" w16cid:durableId="2096394302">
    <w:abstractNumId w:val="5"/>
  </w:num>
  <w:num w:numId="13" w16cid:durableId="1427077813">
    <w:abstractNumId w:val="6"/>
  </w:num>
  <w:num w:numId="14" w16cid:durableId="1433285153">
    <w:abstractNumId w:val="7"/>
  </w:num>
  <w:num w:numId="15" w16cid:durableId="1192845285">
    <w:abstractNumId w:val="9"/>
  </w:num>
  <w:num w:numId="16" w16cid:durableId="379980371">
    <w:abstractNumId w:val="22"/>
  </w:num>
  <w:num w:numId="17" w16cid:durableId="1005280591">
    <w:abstractNumId w:val="23"/>
  </w:num>
  <w:num w:numId="18" w16cid:durableId="2053143263">
    <w:abstractNumId w:val="11"/>
  </w:num>
  <w:num w:numId="19" w16cid:durableId="323551291">
    <w:abstractNumId w:val="30"/>
  </w:num>
  <w:num w:numId="20" w16cid:durableId="213125252">
    <w:abstractNumId w:val="26"/>
  </w:num>
  <w:num w:numId="21" w16cid:durableId="1434714827">
    <w:abstractNumId w:val="20"/>
  </w:num>
  <w:num w:numId="22" w16cid:durableId="1183739565">
    <w:abstractNumId w:val="14"/>
  </w:num>
  <w:num w:numId="23" w16cid:durableId="861943181">
    <w:abstractNumId w:val="21"/>
  </w:num>
  <w:num w:numId="24" w16cid:durableId="710304422">
    <w:abstractNumId w:val="17"/>
  </w:num>
  <w:num w:numId="25" w16cid:durableId="1072698527">
    <w:abstractNumId w:val="18"/>
  </w:num>
  <w:num w:numId="26" w16cid:durableId="1496607353">
    <w:abstractNumId w:val="12"/>
  </w:num>
  <w:num w:numId="27" w16cid:durableId="1711765160">
    <w:abstractNumId w:val="25"/>
  </w:num>
  <w:num w:numId="28" w16cid:durableId="1342509841">
    <w:abstractNumId w:val="10"/>
  </w:num>
  <w:num w:numId="29" w16cid:durableId="653149375">
    <w:abstractNumId w:val="13"/>
  </w:num>
  <w:num w:numId="30" w16cid:durableId="238443366">
    <w:abstractNumId w:val="28"/>
  </w:num>
  <w:num w:numId="31" w16cid:durableId="36236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C9"/>
    <w:rsid w:val="00041241"/>
    <w:rsid w:val="00043229"/>
    <w:rsid w:val="000508CC"/>
    <w:rsid w:val="000C56C2"/>
    <w:rsid w:val="000C5B33"/>
    <w:rsid w:val="000E311F"/>
    <w:rsid w:val="00105F3A"/>
    <w:rsid w:val="00115A7C"/>
    <w:rsid w:val="00164F48"/>
    <w:rsid w:val="0018711C"/>
    <w:rsid w:val="0021122E"/>
    <w:rsid w:val="00221CE3"/>
    <w:rsid w:val="0022228D"/>
    <w:rsid w:val="0024000B"/>
    <w:rsid w:val="002B36EE"/>
    <w:rsid w:val="002C0258"/>
    <w:rsid w:val="002F7BFC"/>
    <w:rsid w:val="003230A3"/>
    <w:rsid w:val="003235F4"/>
    <w:rsid w:val="003241C9"/>
    <w:rsid w:val="003573A6"/>
    <w:rsid w:val="00365A95"/>
    <w:rsid w:val="00382310"/>
    <w:rsid w:val="003E6DEE"/>
    <w:rsid w:val="003F0BA0"/>
    <w:rsid w:val="004318C6"/>
    <w:rsid w:val="004368B5"/>
    <w:rsid w:val="00454BF9"/>
    <w:rsid w:val="004872DB"/>
    <w:rsid w:val="00493413"/>
    <w:rsid w:val="004A63DF"/>
    <w:rsid w:val="00553650"/>
    <w:rsid w:val="00565B59"/>
    <w:rsid w:val="00577AF3"/>
    <w:rsid w:val="00596AFF"/>
    <w:rsid w:val="005A351C"/>
    <w:rsid w:val="005A6436"/>
    <w:rsid w:val="005E0471"/>
    <w:rsid w:val="00620C3B"/>
    <w:rsid w:val="00622239"/>
    <w:rsid w:val="00627FB6"/>
    <w:rsid w:val="006B55ED"/>
    <w:rsid w:val="006F3299"/>
    <w:rsid w:val="006F3AF9"/>
    <w:rsid w:val="0070176C"/>
    <w:rsid w:val="00732B75"/>
    <w:rsid w:val="007351B5"/>
    <w:rsid w:val="00797961"/>
    <w:rsid w:val="007E2E52"/>
    <w:rsid w:val="00807719"/>
    <w:rsid w:val="008660B5"/>
    <w:rsid w:val="00873AB8"/>
    <w:rsid w:val="008961AC"/>
    <w:rsid w:val="009231C6"/>
    <w:rsid w:val="00975D45"/>
    <w:rsid w:val="009A3BCF"/>
    <w:rsid w:val="00A03AB7"/>
    <w:rsid w:val="00A54326"/>
    <w:rsid w:val="00A62031"/>
    <w:rsid w:val="00AE2582"/>
    <w:rsid w:val="00AE427D"/>
    <w:rsid w:val="00B24D3C"/>
    <w:rsid w:val="00B801A3"/>
    <w:rsid w:val="00B90E21"/>
    <w:rsid w:val="00BD1358"/>
    <w:rsid w:val="00BE43C3"/>
    <w:rsid w:val="00C2160F"/>
    <w:rsid w:val="00C67F5F"/>
    <w:rsid w:val="00C9545B"/>
    <w:rsid w:val="00D40D21"/>
    <w:rsid w:val="00D731F4"/>
    <w:rsid w:val="00D905F2"/>
    <w:rsid w:val="00D93545"/>
    <w:rsid w:val="00DB6AA0"/>
    <w:rsid w:val="00DD7331"/>
    <w:rsid w:val="00E017C1"/>
    <w:rsid w:val="00E136A8"/>
    <w:rsid w:val="00E14DE0"/>
    <w:rsid w:val="00E27A23"/>
    <w:rsid w:val="00E44584"/>
    <w:rsid w:val="00E67FF9"/>
    <w:rsid w:val="00EB018B"/>
    <w:rsid w:val="00EF1759"/>
    <w:rsid w:val="00F153E9"/>
    <w:rsid w:val="00F63CCB"/>
    <w:rsid w:val="00F66038"/>
    <w:rsid w:val="00F82CF1"/>
    <w:rsid w:val="00F87B12"/>
    <w:rsid w:val="00F946EF"/>
    <w:rsid w:val="00FB33FA"/>
    <w:rsid w:val="00FB5A98"/>
    <w:rsid w:val="00FD0E03"/>
    <w:rsid w:val="00FD73AC"/>
    <w:rsid w:val="00FE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113C3"/>
  <w15:chartTrackingRefBased/>
  <w15:docId w15:val="{9942C800-A8B0-43DB-BD3C-425663DB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character" w:customStyle="1" w:styleId="JalusMrk">
    <w:name w:val="Jalus Märk"/>
    <w:link w:val="Jalus"/>
    <w:uiPriority w:val="99"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character" w:customStyle="1" w:styleId="Pealkiri1Mrk">
    <w:name w:val="Pealkiri 1 Märk"/>
    <w:link w:val="Pealkiri1"/>
    <w:uiPriority w:val="9"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221CE3"/>
    <w:rPr>
      <w:rFonts w:ascii="IBM Plex Serif" w:eastAsia="Times New Roman" w:hAnsi="IBM Plex Serif" w:cs="Times New Roman"/>
      <w:spacing w:val="-10"/>
      <w:kern w:val="28"/>
      <w:sz w:val="56"/>
      <w:szCs w:val="56"/>
      <w:lang w:val="et-EE" w:eastAsia="en-US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numPr>
        <w:ilvl w:val="1"/>
      </w:numPr>
      <w:spacing w:after="160"/>
    </w:pPr>
    <w:rPr>
      <w:rFonts w:eastAsia="Times New Roman"/>
      <w:color w:val="848484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character" w:styleId="Tugev">
    <w:name w:val="Strong"/>
    <w:uiPriority w:val="22"/>
    <w:qFormat/>
    <w:rsid w:val="00B801A3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character" w:customStyle="1" w:styleId="TsitaatMrk">
    <w:name w:val="Tsitaat Märk"/>
    <w:link w:val="Tsitaat"/>
    <w:uiPriority w:val="29"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character" w:customStyle="1" w:styleId="SelgeltmrgatavtsitaatMrk">
    <w:name w:val="Selgelt märgatav tsitaat Märk"/>
    <w:link w:val="Selgeltmrgatavtsitaat"/>
    <w:uiPriority w:val="30"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smallCaps w:val="0"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smallCaps w:val="0"/>
      <w:color w:val="333333"/>
      <w:spacing w:val="5"/>
      <w:bdr w:val="none" w:sz="0" w:space="0" w:color="auto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23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0508C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6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Pealkiri5Mrk">
    <w:name w:val="Pealkiri 5 Märk"/>
    <w:link w:val="Pealkiri5"/>
    <w:uiPriority w:val="9"/>
    <w:semiHidden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character" w:customStyle="1" w:styleId="Pealkiri9Mrk">
    <w:name w:val="Pealkiri 9 Märk"/>
    <w:link w:val="Pealkiri9"/>
    <w:uiPriority w:val="9"/>
    <w:semiHidden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1">
    <w:name w:val="Current List1"/>
    <w:uiPriority w:val="99"/>
    <w:rsid w:val="00D93545"/>
    <w:pPr>
      <w:numPr>
        <w:numId w:val="16"/>
      </w:numPr>
    </w:pPr>
  </w:style>
  <w:style w:type="numbering" w:customStyle="1" w:styleId="CurrentList2">
    <w:name w:val="Current List2"/>
    <w:uiPriority w:val="99"/>
    <w:rsid w:val="00D93545"/>
    <w:pPr>
      <w:numPr>
        <w:numId w:val="24"/>
      </w:numPr>
    </w:pPr>
  </w:style>
  <w:style w:type="character" w:customStyle="1" w:styleId="Heading6Char">
    <w:name w:val="Heading 6 Char"/>
    <w:uiPriority w:val="9"/>
    <w:semiHidden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3">
    <w:name w:val="Current List3"/>
    <w:uiPriority w:val="99"/>
    <w:rsid w:val="00D93545"/>
    <w:pPr>
      <w:numPr>
        <w:numId w:val="25"/>
      </w:numPr>
    </w:pPr>
  </w:style>
  <w:style w:type="numbering" w:customStyle="1" w:styleId="CurrentList4">
    <w:name w:val="Current List4"/>
    <w:uiPriority w:val="99"/>
    <w:rsid w:val="00D93545"/>
    <w:pPr>
      <w:numPr>
        <w:numId w:val="26"/>
      </w:numPr>
    </w:pPr>
  </w:style>
  <w:style w:type="numbering" w:customStyle="1" w:styleId="CurrentList5">
    <w:name w:val="Current List5"/>
    <w:uiPriority w:val="99"/>
    <w:rsid w:val="00D93545"/>
    <w:pPr>
      <w:numPr>
        <w:numId w:val="27"/>
      </w:numPr>
    </w:pPr>
  </w:style>
  <w:style w:type="numbering" w:customStyle="1" w:styleId="CurrentList6">
    <w:name w:val="Current List6"/>
    <w:uiPriority w:val="99"/>
    <w:rsid w:val="00D93545"/>
    <w:pPr>
      <w:numPr>
        <w:numId w:val="28"/>
      </w:numPr>
    </w:pPr>
  </w:style>
  <w:style w:type="numbering" w:customStyle="1" w:styleId="CurrentList7">
    <w:name w:val="Current List7"/>
    <w:uiPriority w:val="99"/>
    <w:rsid w:val="00FD0E03"/>
    <w:pPr>
      <w:numPr>
        <w:numId w:val="29"/>
      </w:numPr>
    </w:pPr>
  </w:style>
  <w:style w:type="numbering" w:customStyle="1" w:styleId="CurrentList8">
    <w:name w:val="Current List8"/>
    <w:uiPriority w:val="99"/>
    <w:rsid w:val="00FD0E03"/>
    <w:pPr>
      <w:numPr>
        <w:numId w:val="30"/>
      </w:numPr>
    </w:pPr>
  </w:style>
  <w:style w:type="numbering" w:customStyle="1" w:styleId="CurrentList9">
    <w:name w:val="Current List9"/>
    <w:uiPriority w:val="99"/>
    <w:rsid w:val="00FD0E03"/>
    <w:pPr>
      <w:numPr>
        <w:numId w:val="31"/>
      </w:numPr>
    </w:pPr>
  </w:style>
  <w:style w:type="character" w:customStyle="1" w:styleId="Pealkiri8Mrk">
    <w:name w:val="Pealkiri 8 Märk"/>
    <w:link w:val="Pealkiri8"/>
    <w:uiPriority w:val="9"/>
    <w:semiHidden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ormsi.ee/valitsemine/planeeringud-ja-maakorraldus/detailplaneeringud/" TargetMode="Externa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vormsi_vald_UUS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26</TotalTime>
  <Pages>1</Pages>
  <Words>98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</CharactersWithSpaces>
  <SharedDoc>false</SharedDoc>
  <HLinks>
    <vt:vector size="6" baseType="variant">
      <vt:variant>
        <vt:i4>5898341</vt:i4>
      </vt:variant>
      <vt:variant>
        <vt:i4>9</vt:i4>
      </vt:variant>
      <vt:variant>
        <vt:i4>0</vt:i4>
      </vt:variant>
      <vt:variant>
        <vt:i4>5</vt:i4>
      </vt:variant>
      <vt:variant>
        <vt:lpwstr>mailto:vv@vormsi.ee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4</cp:revision>
  <cp:lastPrinted>2022-12-05T09:10:00Z</cp:lastPrinted>
  <dcterms:created xsi:type="dcterms:W3CDTF">2024-02-28T13:28:00Z</dcterms:created>
  <dcterms:modified xsi:type="dcterms:W3CDTF">2025-07-22T14:06:00Z</dcterms:modified>
</cp:coreProperties>
</file>